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34C" w:rsidRDefault="0048034C" w:rsidP="009D3A6A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8/b. sz. melléklet:</w:t>
      </w:r>
    </w:p>
    <w:p w:rsidR="0048034C" w:rsidRDefault="0048034C" w:rsidP="009D3A6A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összeolvadási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az összeolvadással létrejövő társaságnál, mint jogutódnál </w:t>
      </w:r>
      <w:r w:rsidRPr="004024A0">
        <w:rPr>
          <w:sz w:val="20"/>
          <w:lang w:val="hu-HU"/>
        </w:rPr>
        <w:t>(nincs melléklet)</w:t>
      </w:r>
    </w:p>
    <w:p w:rsidR="0048034C" w:rsidRDefault="0048034C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48034C" w:rsidRDefault="0048034C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48034C" w:rsidRPr="00D26E33" w:rsidRDefault="0048034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48034C" w:rsidRPr="00D26E33" w:rsidRDefault="0048034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48034C" w:rsidRPr="0003730C" w:rsidRDefault="0048034C" w:rsidP="009D3A6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Összeolvadással létrejövő</w:t>
      </w:r>
      <w:r w:rsidRPr="0003730C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03730C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03730C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48034C" w:rsidRDefault="0048034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48034C" w:rsidRPr="00D2184F" w:rsidRDefault="0048034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48034C" w:rsidRDefault="0048034C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48034C" w:rsidRDefault="0048034C" w:rsidP="009D3A6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</w:t>
      </w:r>
      <w:r w:rsidRPr="0003730C">
        <w:rPr>
          <w:rFonts w:ascii="Times New Roman" w:hAnsi="Times New Roman"/>
          <w:sz w:val="20"/>
          <w:lang w:val="hu-HU"/>
        </w:rPr>
        <w:t xml:space="preserve">(z) </w:t>
      </w:r>
      <w:r w:rsidRPr="0003730C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Összeolvadással létrejövő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 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társaság neve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], </w:t>
      </w:r>
      <w:r w:rsidRPr="0003730C">
        <w:rPr>
          <w:rFonts w:ascii="Times New Roman" w:hAnsi="Times New Roman"/>
          <w:sz w:val="20"/>
          <w:lang w:val="hu-HU"/>
        </w:rPr>
        <w:t>mint a</w:t>
      </w:r>
      <w:r>
        <w:rPr>
          <w:rFonts w:ascii="Times New Roman" w:hAnsi="Times New Roman"/>
          <w:sz w:val="20"/>
          <w:lang w:val="hu-HU"/>
        </w:rPr>
        <w:t>z összeo</w:t>
      </w:r>
      <w:r w:rsidRPr="0003730C">
        <w:rPr>
          <w:rFonts w:ascii="Times New Roman" w:hAnsi="Times New Roman"/>
          <w:sz w:val="20"/>
          <w:lang w:val="hu-HU"/>
        </w:rPr>
        <w:t xml:space="preserve">lvadás után </w:t>
      </w:r>
      <w:r>
        <w:rPr>
          <w:rFonts w:ascii="Times New Roman" w:hAnsi="Times New Roman"/>
          <w:sz w:val="20"/>
          <w:lang w:val="hu-HU"/>
        </w:rPr>
        <w:t>létrejövő</w:t>
      </w:r>
      <w:r w:rsidRPr="0003730C">
        <w:rPr>
          <w:rFonts w:ascii="Times New Roman" w:hAnsi="Times New Roman"/>
          <w:sz w:val="20"/>
          <w:lang w:val="hu-HU"/>
        </w:rPr>
        <w:t xml:space="preserve"> társaság („jogutód társaság”) </w:t>
      </w:r>
      <w:r>
        <w:rPr>
          <w:rFonts w:ascii="Times New Roman" w:hAnsi="Times New Roman"/>
          <w:sz w:val="20"/>
          <w:lang w:val="hu-HU"/>
        </w:rPr>
        <w:t>össze</w:t>
      </w:r>
      <w:r w:rsidRPr="0003730C">
        <w:rPr>
          <w:rFonts w:ascii="Times New Roman" w:hAnsi="Times New Roman"/>
          <w:sz w:val="20"/>
          <w:lang w:val="hu-HU"/>
        </w:rPr>
        <w:t>olvadás napjára vonatkozó vagyoni helyzetét bemutató</w:t>
      </w:r>
      <w:r w:rsidRPr="0003730C">
        <w:rPr>
          <w:rFonts w:ascii="Times New Roman" w:hAnsi="Times New Roman"/>
          <w:iCs/>
          <w:spacing w:val="-2"/>
          <w:sz w:val="20"/>
          <w:lang w:val="hu-HU"/>
        </w:rPr>
        <w:t xml:space="preserve"> végleges </w:t>
      </w:r>
      <w:r w:rsidRPr="0003730C">
        <w:rPr>
          <w:rFonts w:ascii="Times New Roman" w:hAnsi="Times New Roman"/>
          <w:sz w:val="20"/>
          <w:lang w:val="hu-HU"/>
        </w:rPr>
        <w:t xml:space="preserve">vagyonmérlegét, amelyben az eszközök és források egyező végösszege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jegyzett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saját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>.</w:t>
      </w:r>
    </w:p>
    <w:p w:rsidR="0048034C" w:rsidRPr="00D2184F" w:rsidRDefault="0048034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8034C" w:rsidRDefault="0048034C" w:rsidP="009D3A6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48034C" w:rsidRPr="002E3ADC" w:rsidRDefault="0048034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8034C" w:rsidRPr="00D26E33" w:rsidRDefault="0048034C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48034C" w:rsidRDefault="0048034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8034C" w:rsidRDefault="0048034C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48034C" w:rsidRPr="00D26E33" w:rsidRDefault="0048034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8034C" w:rsidRDefault="0048034C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48034C" w:rsidRPr="00CD0C83" w:rsidRDefault="0048034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8034C" w:rsidRDefault="0048034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48034C" w:rsidRDefault="0048034C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48034C" w:rsidRPr="00D81BE9" w:rsidRDefault="0048034C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48034C" w:rsidRDefault="0048034C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8034C" w:rsidRPr="00D81BE9" w:rsidRDefault="0048034C" w:rsidP="0003730C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48034C" w:rsidRPr="003D1DA3" w:rsidRDefault="0048034C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8034C" w:rsidRPr="00D26E33" w:rsidRDefault="0048034C" w:rsidP="0003730C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48034C" w:rsidRDefault="0048034C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48034C" w:rsidRDefault="0048034C" w:rsidP="0003730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48034C" w:rsidRPr="00D26E33" w:rsidRDefault="0048034C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48034C" w:rsidRDefault="0048034C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48034C" w:rsidRDefault="0048034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48034C" w:rsidRDefault="0048034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48034C" w:rsidRDefault="0048034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48034C" w:rsidRDefault="0048034C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48034C" w:rsidRDefault="0048034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48034C" w:rsidRDefault="0048034C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48034C" w:rsidRPr="00BF5EE3" w:rsidRDefault="0048034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48034C" w:rsidRPr="009F05AD" w:rsidRDefault="0048034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48034C" w:rsidRPr="009F05AD" w:rsidRDefault="0048034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48034C" w:rsidRPr="009F05AD" w:rsidRDefault="0048034C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48034C" w:rsidRPr="009F05AD" w:rsidRDefault="0048034C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jogutód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nyilvánítsak(unk).</w:t>
      </w:r>
    </w:p>
    <w:p w:rsidR="0048034C" w:rsidRPr="009F05AD" w:rsidRDefault="0048034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48034C" w:rsidRPr="009F05AD" w:rsidRDefault="0048034C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48034C" w:rsidRPr="009F05AD" w:rsidRDefault="0048034C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48034C" w:rsidRPr="009F05AD" w:rsidRDefault="0048034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48034C" w:rsidRPr="009F05AD" w:rsidRDefault="0048034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48034C" w:rsidRDefault="0048034C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48034C" w:rsidRDefault="0048034C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48034C" w:rsidRPr="003A48B3" w:rsidRDefault="0048034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48034C" w:rsidRPr="00D26E33" w:rsidRDefault="0048034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48034C" w:rsidRPr="00D26E33" w:rsidRDefault="0048034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48034C" w:rsidRPr="00D26E33" w:rsidRDefault="0048034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48034C" w:rsidRPr="00D26E33" w:rsidRDefault="0048034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48034C" w:rsidRPr="00D26E33" w:rsidRDefault="0048034C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48034C" w:rsidRPr="0080033F" w:rsidRDefault="0048034C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48034C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34C" w:rsidRDefault="0048034C" w:rsidP="001E2511">
      <w:pPr>
        <w:spacing w:after="0" w:line="240" w:lineRule="auto"/>
      </w:pPr>
      <w:r>
        <w:separator/>
      </w:r>
    </w:p>
  </w:endnote>
  <w:endnote w:type="continuationSeparator" w:id="0">
    <w:p w:rsidR="0048034C" w:rsidRDefault="0048034C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34C" w:rsidRDefault="0048034C">
    <w:pPr>
      <w:pStyle w:val="Footer"/>
      <w:jc w:val="center"/>
    </w:pPr>
    <w:fldSimple w:instr="PAGE   \* MERGEFORMAT">
      <w:r w:rsidRPr="009D3A6A">
        <w:rPr>
          <w:noProof/>
          <w:lang w:val="hu-HU"/>
        </w:rPr>
        <w:t>1</w:t>
      </w:r>
    </w:fldSimple>
  </w:p>
  <w:p w:rsidR="0048034C" w:rsidRDefault="004803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34C" w:rsidRDefault="0048034C" w:rsidP="001E2511">
      <w:pPr>
        <w:spacing w:after="0" w:line="240" w:lineRule="auto"/>
      </w:pPr>
      <w:r>
        <w:separator/>
      </w:r>
    </w:p>
  </w:footnote>
  <w:footnote w:type="continuationSeparator" w:id="0">
    <w:p w:rsidR="0048034C" w:rsidRDefault="0048034C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16F97"/>
    <w:rsid w:val="0003730C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47242"/>
    <w:rsid w:val="001568DD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46C9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034C"/>
    <w:rsid w:val="00487ABB"/>
    <w:rsid w:val="004A4B47"/>
    <w:rsid w:val="004B0755"/>
    <w:rsid w:val="004C5F47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7A9B"/>
    <w:rsid w:val="006748A6"/>
    <w:rsid w:val="00676200"/>
    <w:rsid w:val="00687B5C"/>
    <w:rsid w:val="006921F5"/>
    <w:rsid w:val="006D0C27"/>
    <w:rsid w:val="006F0FF0"/>
    <w:rsid w:val="00710685"/>
    <w:rsid w:val="00726217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057F"/>
    <w:rsid w:val="009C132D"/>
    <w:rsid w:val="009C53AD"/>
    <w:rsid w:val="009D2470"/>
    <w:rsid w:val="009D3A6A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C3289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71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967</Words>
  <Characters>6678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3</cp:revision>
  <dcterms:created xsi:type="dcterms:W3CDTF">2018-03-26T11:54:00Z</dcterms:created>
  <dcterms:modified xsi:type="dcterms:W3CDTF">2018-03-26T11:59:00Z</dcterms:modified>
</cp:coreProperties>
</file>